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72" w:rsidRDefault="00773672" w:rsidP="009101AC"/>
    <w:p w:rsidR="00773672" w:rsidRPr="00915C46" w:rsidRDefault="00773672" w:rsidP="001913EF">
      <w:pPr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 w:rsidRPr="00915C46">
        <w:rPr>
          <w:rFonts w:ascii="Arial" w:hAnsi="Arial" w:cs="Arial"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hAnsi="Arial" w:cs="Arial"/>
          <w:i/>
          <w:iCs/>
          <w:sz w:val="20"/>
          <w:szCs w:val="20"/>
          <w:lang w:val="pl-PL"/>
        </w:rPr>
        <w:t>6</w:t>
      </w:r>
      <w:r w:rsidRPr="00915C46">
        <w:rPr>
          <w:rFonts w:ascii="Arial" w:hAnsi="Arial" w:cs="Arial"/>
          <w:i/>
          <w:iCs/>
          <w:sz w:val="20"/>
          <w:szCs w:val="20"/>
          <w:lang w:val="pl-PL"/>
        </w:rPr>
        <w:t>: Informacja o zakresie danych osobowych przetwarzanych w Centralnym Systemie Teleinformatycznym SL 2014</w:t>
      </w:r>
    </w:p>
    <w:p w:rsidR="00773672" w:rsidRPr="00AB7752" w:rsidRDefault="00773672" w:rsidP="001913EF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773672" w:rsidRDefault="00773672" w:rsidP="001913EF">
      <w:pPr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r w:rsidRPr="00AB7752">
        <w:rPr>
          <w:rFonts w:ascii="Arial" w:hAnsi="Arial" w:cs="Arial"/>
          <w:b/>
          <w:bCs/>
          <w:sz w:val="18"/>
          <w:szCs w:val="18"/>
          <w:lang w:val="pl-PL"/>
        </w:rPr>
        <w:t>Zakres danych osobowych użytkowników Centralnego systemu teleinformatycznego, wnioskodawców, beneficjentów/partnerów</w:t>
      </w:r>
    </w:p>
    <w:p w:rsidR="00773672" w:rsidRPr="00AB7752" w:rsidRDefault="00773672" w:rsidP="001913EF">
      <w:pPr>
        <w:jc w:val="both"/>
        <w:rPr>
          <w:rFonts w:ascii="Arial" w:hAnsi="Arial" w:cs="Arial"/>
          <w:lang w:val="pl-PL"/>
        </w:rPr>
      </w:pPr>
    </w:p>
    <w:p w:rsidR="00773672" w:rsidRDefault="00773672" w:rsidP="001913E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164BF7">
        <w:rPr>
          <w:rFonts w:ascii="Arial" w:hAnsi="Arial" w:cs="Arial"/>
          <w:b/>
          <w:bCs/>
          <w:sz w:val="18"/>
          <w:szCs w:val="18"/>
        </w:rPr>
        <w:t>Dane uczestnikówindywidualnych</w:t>
      </w:r>
    </w:p>
    <w:p w:rsidR="00773672" w:rsidRPr="00164BF7" w:rsidRDefault="00773672" w:rsidP="001913EF">
      <w:pPr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573"/>
      </w:tblGrid>
      <w:tr w:rsidR="00773672" w:rsidRPr="00164BF7">
        <w:trPr>
          <w:trHeight w:val="20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4BF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4BF7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</w:tr>
      <w:tr w:rsidR="00773672" w:rsidRPr="00164BF7">
        <w:trPr>
          <w:trHeight w:val="20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Rodzajuczestnika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Nazwainstytucji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Imię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Nazwisko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PESEL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Płeć</w:t>
            </w:r>
          </w:p>
        </w:tc>
      </w:tr>
      <w:tr w:rsidR="00773672" w:rsidRPr="00AB7752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73" w:type="dxa"/>
            <w:vAlign w:val="center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Wiek w chwili przystępowania do projektu</w:t>
            </w:r>
          </w:p>
        </w:tc>
      </w:tr>
      <w:tr w:rsidR="00773672" w:rsidRPr="00164BF7">
        <w:trPr>
          <w:trHeight w:val="211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Wykształcenie</w:t>
            </w:r>
          </w:p>
        </w:tc>
      </w:tr>
      <w:tr w:rsidR="00773672" w:rsidRPr="00164BF7">
        <w:trPr>
          <w:trHeight w:val="144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Województwo</w:t>
            </w:r>
          </w:p>
        </w:tc>
      </w:tr>
      <w:tr w:rsidR="00773672" w:rsidRPr="00164BF7">
        <w:trPr>
          <w:trHeight w:val="57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Powiat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Gmina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Ulica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Nr budynku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Nr lokalu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73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Kodpocztowy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Obszar wg stopnia urbanizacji (DEGURBA)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Telefonkontaktowy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  <w:vAlign w:val="center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Data rozpoczęcia udziału w projekcie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Data zakończenia udziału w projekcie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Status osoby na rynku pracy w chwili przystąpienia do projektu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Wykonywanyzawód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Zatrudniony w (miejscezatrudnienia)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Sytuacja osoby w momencie zakończenia udziału w projekcie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Inne rezultaty dotyczące osób młodych (dotyczy IZM - Inicjatywy na rzecz Zatrudnienia Młodych)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Zakończenie udziału osoby w projekcie zgodnie z zaplanowaną dla niej ścieżką uczestnictwa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Rodzajprzyznanegowsparcia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Data rozpoczęcia udziału we wsparciu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Data zakończenia udziału we wsparciu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Data założeniadziałalnościgospodarczej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Kwota przyznanych środków na założenie działalności gospodarczej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PKD założonejdziałalnościgospodarczej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Osoba należąca do mniejszości narodowej lub etnicznej, migrant, osoba obcego pochodzenia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Osoba bezdomna lub dotknięta wykluczeniem z dostępu do mieszkań</w:t>
            </w:r>
          </w:p>
        </w:tc>
      </w:tr>
      <w:tr w:rsidR="00773672" w:rsidRPr="00164BF7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73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Osoba z niepełnosprawnościami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Osoba przebywająca w gospodarstwie domowym bez osób pracujących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W tym: w gospodarstwie domowym z dziećmi pozostającymi na utrzymaniu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Osoba żyjąca w gospodarstwie składającym się z jednej osoby dorosłej i dzieci pozostających na utrzymaniu</w:t>
            </w:r>
          </w:p>
        </w:tc>
      </w:tr>
      <w:tr w:rsidR="00773672" w:rsidRPr="00AB7752">
        <w:trPr>
          <w:trHeight w:val="118"/>
        </w:trPr>
        <w:tc>
          <w:tcPr>
            <w:tcW w:w="567" w:type="dxa"/>
          </w:tcPr>
          <w:p w:rsidR="00773672" w:rsidRPr="00164BF7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4BF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73" w:type="dxa"/>
          </w:tcPr>
          <w:p w:rsidR="00773672" w:rsidRPr="00AB7752" w:rsidRDefault="00773672" w:rsidP="005232E8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7752">
              <w:rPr>
                <w:rFonts w:ascii="Arial" w:hAnsi="Arial" w:cs="Arial"/>
                <w:sz w:val="18"/>
                <w:szCs w:val="18"/>
                <w:lang w:val="pl-PL"/>
              </w:rPr>
              <w:t>Osoba w innej niekorzystnej sytuacji społecznej (innej niż wymienione powyżej)</w:t>
            </w:r>
          </w:p>
        </w:tc>
      </w:tr>
    </w:tbl>
    <w:p w:rsidR="00773672" w:rsidRPr="00AB7752" w:rsidRDefault="00773672" w:rsidP="001913EF">
      <w:pPr>
        <w:rPr>
          <w:rFonts w:ascii="Arial" w:hAnsi="Arial" w:cs="Arial"/>
          <w:b/>
          <w:bCs/>
          <w:sz w:val="18"/>
          <w:szCs w:val="18"/>
          <w:lang w:val="pl-PL"/>
        </w:rPr>
      </w:pPr>
    </w:p>
    <w:p w:rsidR="00773672" w:rsidRPr="00164BF7" w:rsidRDefault="00773672" w:rsidP="001913EF">
      <w:pPr>
        <w:jc w:val="both"/>
        <w:rPr>
          <w:rFonts w:ascii="Arial" w:hAnsi="Arial" w:cs="Arial"/>
          <w:b/>
          <w:bCs/>
        </w:rPr>
      </w:pPr>
    </w:p>
    <w:p w:rsidR="00773672" w:rsidRPr="00AB7752" w:rsidRDefault="00773672" w:rsidP="001913EF"/>
    <w:p w:rsidR="00773672" w:rsidRDefault="00773672" w:rsidP="009101AC">
      <w:bookmarkStart w:id="0" w:name="_GoBack"/>
      <w:bookmarkEnd w:id="0"/>
    </w:p>
    <w:p w:rsidR="00773672" w:rsidRPr="009101AC" w:rsidRDefault="00773672" w:rsidP="009101AC"/>
    <w:sectPr w:rsidR="00773672" w:rsidRPr="009101AC" w:rsidSect="00563AB0">
      <w:headerReference w:type="default" r:id="rId7"/>
      <w:footerReference w:type="default" r:id="rId8"/>
      <w:pgSz w:w="11906" w:h="16838" w:code="9"/>
      <w:pgMar w:top="1418" w:right="1418" w:bottom="1702" w:left="1418" w:header="142" w:footer="17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672" w:rsidRDefault="00773672" w:rsidP="00C77112">
      <w:r>
        <w:separator/>
      </w:r>
    </w:p>
  </w:endnote>
  <w:endnote w:type="continuationSeparator" w:id="1">
    <w:p w:rsidR="00773672" w:rsidRDefault="00773672" w:rsidP="00C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672" w:rsidRPr="00E54D66" w:rsidRDefault="00773672" w:rsidP="00A62711">
    <w:pPr>
      <w:pStyle w:val="Footer"/>
      <w:tabs>
        <w:tab w:val="clear" w:pos="4536"/>
        <w:tab w:val="clear" w:pos="9072"/>
        <w:tab w:val="left" w:pos="6810"/>
      </w:tabs>
      <w:rPr>
        <w:lang w:val="pl-PL"/>
      </w:rPr>
    </w:pPr>
    <w:r>
      <w:rPr>
        <w:lang w:val="pl-PL"/>
      </w:rPr>
      <w:tab/>
    </w:r>
  </w:p>
  <w:p w:rsidR="00773672" w:rsidRPr="00563AB0" w:rsidRDefault="00773672" w:rsidP="006700D8">
    <w:pPr>
      <w:pStyle w:val="Footer"/>
      <w:rPr>
        <w:rFonts w:ascii="Arial" w:hAnsi="Arial" w:cs="Arial"/>
        <w:sz w:val="18"/>
        <w:szCs w:val="18"/>
        <w:lang w:val="pl-PL"/>
      </w:rPr>
    </w:pPr>
    <w:r>
      <w:rPr>
        <w:noProof/>
        <w:lang w:val="pl-PL" w:eastAsia="pl-PL"/>
      </w:rPr>
      <w:pict>
        <v:group id="Grupa 6" o:spid="_x0000_s2050" style="position:absolute;margin-left:-31.15pt;margin-top:31.9pt;width:530.25pt;height:54.75pt;z-index:251662336" coordsize="67341,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alt="EU_EFS_rgb-3" style="position:absolute;left:45910;top:666;width:21431;height:5430;visibility:visible">
            <v:imagedata r:id="rId1" o:title=""/>
            <v:path arrowok="t"/>
          </v:shape>
          <v:shape id="Picture 5" o:spid="_x0000_s2052" type="#_x0000_t75" alt="logo_FE_Program_Regionalny_rgb-4" style="position:absolute;width:15525;height:6953;visibility:visible">
            <v:imagedata r:id="rId2" o:title=""/>
            <v:path arrowok="t"/>
          </v:shape>
          <v:shape id="Obraz 13" o:spid="_x0000_s2053" type="#_x0000_t75" style="position:absolute;left:21240;top:1428;width:23622;height:3375;visibility:visible">
            <v:imagedata r:id="rId3" o:title=""/>
            <v:path arrowok="t"/>
          </v:shape>
        </v:group>
      </w:pict>
    </w:r>
    <w:r>
      <w:rPr>
        <w:noProof/>
        <w:lang w:val="pl-PL" w:eastAsia="pl-PL"/>
      </w:rPr>
      <w:pict>
        <v:line id="Łącznik prostoliniowy 10" o:spid="_x0000_s2054" style="position:absolute;z-index:251663360;visibility:visible" from="-69.4pt,17.9pt" to="524.6pt,17.9pt" strokecolor="#4579b8"/>
      </w:pict>
    </w:r>
    <w:r>
      <w:rPr>
        <w:noProof/>
        <w:lang w:val="pl-PL" w:eastAsia="pl-PL"/>
      </w:rPr>
      <w:pict>
        <v:line id="Łącznik prostoliniowy 11" o:spid="_x0000_s2055" style="position:absolute;z-index:251664384;visibility:visible" from="-69.4pt,-.1pt" to="524.6pt,-.1pt" strokecolor="#4579b8"/>
      </w:pict>
    </w:r>
    <w:r w:rsidRPr="00563AB0">
      <w:rPr>
        <w:rFonts w:ascii="Arial" w:hAnsi="Arial" w:cs="Arial"/>
        <w:b/>
        <w:bCs/>
        <w:spacing w:val="80"/>
        <w:sz w:val="18"/>
        <w:szCs w:val="18"/>
        <w:lang w:val="pl-PL"/>
      </w:rPr>
      <w:t>Modernizacja kształcenia zawodowego w Małopolsce 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672" w:rsidRDefault="00773672" w:rsidP="00C77112">
      <w:r>
        <w:separator/>
      </w:r>
    </w:p>
  </w:footnote>
  <w:footnote w:type="continuationSeparator" w:id="1">
    <w:p w:rsidR="00773672" w:rsidRDefault="00773672" w:rsidP="00C7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672" w:rsidRPr="00E7584B" w:rsidRDefault="00773672" w:rsidP="006700D8">
    <w:pPr>
      <w:pStyle w:val="Header"/>
      <w:tabs>
        <w:tab w:val="clear" w:pos="9072"/>
        <w:tab w:val="right" w:pos="9214"/>
      </w:tabs>
      <w:ind w:left="-1134" w:right="-144"/>
      <w:rPr>
        <w:lang w:val="pl-PL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49" type="#_x0000_t75" style="position:absolute;left:0;text-align:left;margin-left:-5.65pt;margin-top:11.65pt;width:178.5pt;height:25.5pt;z-index:251660288;visibility:visible">
          <v:imagedata r:id="rId1" o:title=""/>
        </v:shape>
      </w:pict>
    </w:r>
    <w:r>
      <w:rPr>
        <w:lang w:val="pl-PL"/>
      </w:rPr>
      <w:tab/>
    </w:r>
  </w:p>
  <w:p w:rsidR="00773672" w:rsidRDefault="00773672" w:rsidP="00BE6F8B">
    <w:pPr>
      <w:pStyle w:val="Header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8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7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0"/>
  </w:num>
  <w:num w:numId="3">
    <w:abstractNumId w:val="43"/>
  </w:num>
  <w:num w:numId="4">
    <w:abstractNumId w:val="14"/>
  </w:num>
  <w:num w:numId="5">
    <w:abstractNumId w:val="15"/>
  </w:num>
  <w:num w:numId="6">
    <w:abstractNumId w:val="18"/>
  </w:num>
  <w:num w:numId="7">
    <w:abstractNumId w:val="26"/>
  </w:num>
  <w:num w:numId="8">
    <w:abstractNumId w:val="24"/>
  </w:num>
  <w:num w:numId="9">
    <w:abstractNumId w:val="16"/>
  </w:num>
  <w:num w:numId="10">
    <w:abstractNumId w:val="17"/>
  </w:num>
  <w:num w:numId="11">
    <w:abstractNumId w:val="29"/>
  </w:num>
  <w:num w:numId="12">
    <w:abstractNumId w:val="40"/>
  </w:num>
  <w:num w:numId="13">
    <w:abstractNumId w:val="6"/>
  </w:num>
  <w:num w:numId="14">
    <w:abstractNumId w:val="38"/>
  </w:num>
  <w:num w:numId="15">
    <w:abstractNumId w:val="13"/>
  </w:num>
  <w:num w:numId="16">
    <w:abstractNumId w:val="7"/>
  </w:num>
  <w:num w:numId="17">
    <w:abstractNumId w:val="36"/>
  </w:num>
  <w:num w:numId="18">
    <w:abstractNumId w:val="20"/>
  </w:num>
  <w:num w:numId="19">
    <w:abstractNumId w:val="11"/>
  </w:num>
  <w:num w:numId="20">
    <w:abstractNumId w:val="45"/>
  </w:num>
  <w:num w:numId="21">
    <w:abstractNumId w:val="21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2"/>
  </w:num>
  <w:num w:numId="27">
    <w:abstractNumId w:val="46"/>
  </w:num>
  <w:num w:numId="28">
    <w:abstractNumId w:val="30"/>
  </w:num>
  <w:num w:numId="29">
    <w:abstractNumId w:val="48"/>
  </w:num>
  <w:num w:numId="30">
    <w:abstractNumId w:val="25"/>
  </w:num>
  <w:num w:numId="31">
    <w:abstractNumId w:val="41"/>
  </w:num>
  <w:num w:numId="32">
    <w:abstractNumId w:val="9"/>
  </w:num>
  <w:num w:numId="33">
    <w:abstractNumId w:val="39"/>
  </w:num>
  <w:num w:numId="34">
    <w:abstractNumId w:val="33"/>
  </w:num>
  <w:num w:numId="35">
    <w:abstractNumId w:val="28"/>
  </w:num>
  <w:num w:numId="36">
    <w:abstractNumId w:val="32"/>
  </w:num>
  <w:num w:numId="37">
    <w:abstractNumId w:val="37"/>
  </w:num>
  <w:num w:numId="38">
    <w:abstractNumId w:val="35"/>
  </w:num>
  <w:num w:numId="39">
    <w:abstractNumId w:val="0"/>
  </w:num>
  <w:num w:numId="40">
    <w:abstractNumId w:val="27"/>
  </w:num>
  <w:num w:numId="41">
    <w:abstractNumId w:val="22"/>
  </w:num>
  <w:num w:numId="42">
    <w:abstractNumId w:val="34"/>
  </w:num>
  <w:num w:numId="43">
    <w:abstractNumId w:val="19"/>
  </w:num>
  <w:num w:numId="44">
    <w:abstractNumId w:val="23"/>
  </w:num>
  <w:num w:numId="45">
    <w:abstractNumId w:val="47"/>
  </w:num>
  <w:num w:numId="46">
    <w:abstractNumId w:val="3"/>
  </w:num>
  <w:num w:numId="47">
    <w:abstractNumId w:val="8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055"/>
    <w:rsid w:val="00002FE6"/>
    <w:rsid w:val="000152F7"/>
    <w:rsid w:val="0002799D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F2DCD"/>
    <w:rsid w:val="000F50CC"/>
    <w:rsid w:val="00110B6C"/>
    <w:rsid w:val="00113768"/>
    <w:rsid w:val="00113EB0"/>
    <w:rsid w:val="001158C3"/>
    <w:rsid w:val="00122CDA"/>
    <w:rsid w:val="00137183"/>
    <w:rsid w:val="00164BF7"/>
    <w:rsid w:val="00171002"/>
    <w:rsid w:val="0017487F"/>
    <w:rsid w:val="00175241"/>
    <w:rsid w:val="001913EF"/>
    <w:rsid w:val="001930F3"/>
    <w:rsid w:val="001A4C36"/>
    <w:rsid w:val="001A70C2"/>
    <w:rsid w:val="001B1F24"/>
    <w:rsid w:val="001C4237"/>
    <w:rsid w:val="001D204B"/>
    <w:rsid w:val="001D63B0"/>
    <w:rsid w:val="001D6A44"/>
    <w:rsid w:val="001E6B8D"/>
    <w:rsid w:val="00220707"/>
    <w:rsid w:val="002467A4"/>
    <w:rsid w:val="00253529"/>
    <w:rsid w:val="002645E3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15170"/>
    <w:rsid w:val="00415EF8"/>
    <w:rsid w:val="00420811"/>
    <w:rsid w:val="00432ED4"/>
    <w:rsid w:val="00441F16"/>
    <w:rsid w:val="00450804"/>
    <w:rsid w:val="00464DA0"/>
    <w:rsid w:val="00481954"/>
    <w:rsid w:val="004D7A9A"/>
    <w:rsid w:val="004F6A34"/>
    <w:rsid w:val="00505FA8"/>
    <w:rsid w:val="005232E8"/>
    <w:rsid w:val="005439EB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F74C9"/>
    <w:rsid w:val="00702F80"/>
    <w:rsid w:val="007231E4"/>
    <w:rsid w:val="00726D28"/>
    <w:rsid w:val="00741108"/>
    <w:rsid w:val="00752065"/>
    <w:rsid w:val="00773672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15C46"/>
    <w:rsid w:val="00943A95"/>
    <w:rsid w:val="009670A1"/>
    <w:rsid w:val="00975406"/>
    <w:rsid w:val="00983BFA"/>
    <w:rsid w:val="00997718"/>
    <w:rsid w:val="009B159D"/>
    <w:rsid w:val="009C182A"/>
    <w:rsid w:val="009C6F5E"/>
    <w:rsid w:val="009E61C2"/>
    <w:rsid w:val="009F199E"/>
    <w:rsid w:val="00A06247"/>
    <w:rsid w:val="00A208C7"/>
    <w:rsid w:val="00A234AA"/>
    <w:rsid w:val="00A2574D"/>
    <w:rsid w:val="00A443C0"/>
    <w:rsid w:val="00A51D57"/>
    <w:rsid w:val="00A62711"/>
    <w:rsid w:val="00A66CDC"/>
    <w:rsid w:val="00AB7752"/>
    <w:rsid w:val="00AD68C6"/>
    <w:rsid w:val="00AE70CC"/>
    <w:rsid w:val="00B077D2"/>
    <w:rsid w:val="00B26219"/>
    <w:rsid w:val="00B504C7"/>
    <w:rsid w:val="00B569E0"/>
    <w:rsid w:val="00B6012B"/>
    <w:rsid w:val="00B61431"/>
    <w:rsid w:val="00BA18A8"/>
    <w:rsid w:val="00BA35CA"/>
    <w:rsid w:val="00BC0178"/>
    <w:rsid w:val="00BE6F8B"/>
    <w:rsid w:val="00C250C8"/>
    <w:rsid w:val="00C5014A"/>
    <w:rsid w:val="00C56467"/>
    <w:rsid w:val="00C61100"/>
    <w:rsid w:val="00C77112"/>
    <w:rsid w:val="00C92050"/>
    <w:rsid w:val="00CA42DD"/>
    <w:rsid w:val="00CB35DC"/>
    <w:rsid w:val="00CC284C"/>
    <w:rsid w:val="00D225D3"/>
    <w:rsid w:val="00D25FD5"/>
    <w:rsid w:val="00D80C26"/>
    <w:rsid w:val="00D93ED2"/>
    <w:rsid w:val="00DA4744"/>
    <w:rsid w:val="00DA692E"/>
    <w:rsid w:val="00DB3319"/>
    <w:rsid w:val="00E04DA5"/>
    <w:rsid w:val="00E36140"/>
    <w:rsid w:val="00E52467"/>
    <w:rsid w:val="00E54D66"/>
    <w:rsid w:val="00E74524"/>
    <w:rsid w:val="00E7584B"/>
    <w:rsid w:val="00E92138"/>
    <w:rsid w:val="00EB1BC6"/>
    <w:rsid w:val="00EC715A"/>
    <w:rsid w:val="00ED1589"/>
    <w:rsid w:val="00EF4ADA"/>
    <w:rsid w:val="00F22FDC"/>
    <w:rsid w:val="00F316DC"/>
    <w:rsid w:val="00F34B74"/>
    <w:rsid w:val="00F649DE"/>
    <w:rsid w:val="00F767C7"/>
    <w:rsid w:val="00F76897"/>
    <w:rsid w:val="00F77FEB"/>
    <w:rsid w:val="00FC4BAF"/>
    <w:rsid w:val="00FE5665"/>
    <w:rsid w:val="00FF0753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8F8"/>
    <w:pPr>
      <w:keepNext/>
      <w:widowControl w:val="0"/>
      <w:outlineLvl w:val="0"/>
    </w:pPr>
    <w:rPr>
      <w:b/>
      <w:bCs/>
      <w:spacing w:val="44"/>
      <w:lang w:val="pl-PL"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8F8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8F8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8F8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38F8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8F8"/>
    <w:rPr>
      <w:rFonts w:ascii="Times New Roman" w:hAnsi="Times New Roman" w:cs="Times New Roman"/>
      <w:b/>
      <w:bCs/>
      <w:spacing w:val="44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8F8"/>
    <w:rPr>
      <w:rFonts w:ascii="Cambria" w:hAnsi="Cambria" w:cs="Cambria"/>
      <w:color w:val="365F9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8EE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8F8"/>
    <w:rPr>
      <w:rFonts w:ascii="Cambria" w:hAnsi="Cambria" w:cs="Cambria"/>
      <w:i/>
      <w:iCs/>
      <w:color w:val="365F9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8F8"/>
    <w:rPr>
      <w:rFonts w:ascii="Cambria" w:hAnsi="Cambria" w:cs="Cambria"/>
      <w:color w:val="365F91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38F8"/>
    <w:rPr>
      <w:rFonts w:ascii="Cambria" w:hAnsi="Cambria" w:cs="Cambria"/>
      <w:color w:val="243F6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23055"/>
    <w:pPr>
      <w:ind w:left="720"/>
    </w:pPr>
    <w:rPr>
      <w:lang w:val="pl-PL" w:eastAsia="pl-PL"/>
    </w:rPr>
  </w:style>
  <w:style w:type="character" w:styleId="Hyperlink">
    <w:name w:val="Hyperlink"/>
    <w:basedOn w:val="DefaultParagraphFont"/>
    <w:uiPriority w:val="99"/>
    <w:rsid w:val="001D6A44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450804"/>
    <w:pPr>
      <w:tabs>
        <w:tab w:val="left" w:pos="0"/>
      </w:tabs>
      <w:jc w:val="both"/>
    </w:pPr>
    <w:rPr>
      <w:sz w:val="22"/>
      <w:szCs w:val="22"/>
      <w:lang w:val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0804"/>
    <w:rPr>
      <w:rFonts w:ascii="Times New Roman" w:hAnsi="Times New Roman" w:cs="Times New Roman"/>
      <w:sz w:val="20"/>
      <w:szCs w:val="20"/>
      <w:lang/>
    </w:rPr>
  </w:style>
  <w:style w:type="paragraph" w:customStyle="1" w:styleId="Default">
    <w:name w:val="Default"/>
    <w:uiPriority w:val="99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80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0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C26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0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C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0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C2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aliases w:val="Podrozdział,Schriftart: 9 pt,Schriftart: 10 pt,Schriftart: 8 pt,WB-Fußnotentext"/>
    <w:basedOn w:val="Normal"/>
    <w:link w:val="Foot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FootnoteTextChar">
    <w:name w:val="Footnote Text Char"/>
    <w:aliases w:val="Podrozdział Char,Schriftart: 9 pt Char,Schriftart: 10 pt Char,Schriftart: 8 pt Char,WB-Fußnotentext Char"/>
    <w:basedOn w:val="DefaultParagraphFont"/>
    <w:link w:val="Foot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38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C38F8"/>
    <w:rPr>
      <w:vertAlign w:val="superscript"/>
    </w:rPr>
  </w:style>
  <w:style w:type="paragraph" w:customStyle="1" w:styleId="gmail-msolistparagraph">
    <w:name w:val="gmail-msolistparagraph"/>
    <w:basedOn w:val="Normal"/>
    <w:uiPriority w:val="99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"/>
    <w:uiPriority w:val="99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"/>
    <w:uiPriority w:val="99"/>
    <w:rsid w:val="002C38F8"/>
    <w:pPr>
      <w:spacing w:before="120" w:after="120" w:line="320" w:lineRule="exact"/>
      <w:jc w:val="both"/>
    </w:pPr>
    <w:rPr>
      <w:lang w:val="en-GB"/>
    </w:rPr>
  </w:style>
  <w:style w:type="character" w:styleId="Strong">
    <w:name w:val="Strong"/>
    <w:basedOn w:val="DefaultParagraphFont"/>
    <w:uiPriority w:val="99"/>
    <w:qFormat/>
    <w:rsid w:val="002C38F8"/>
    <w:rPr>
      <w:b/>
      <w:bCs/>
    </w:rPr>
  </w:style>
  <w:style w:type="paragraph" w:styleId="NormalWeb">
    <w:name w:val="Normal (Web)"/>
    <w:basedOn w:val="Normal"/>
    <w:uiPriority w:val="99"/>
    <w:rsid w:val="002C38F8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iCs/>
      <w:color w:val="0A55A3"/>
      <w:lang w:val="pl-PL" w:eastAsia="pl-PL"/>
    </w:rPr>
  </w:style>
  <w:style w:type="paragraph" w:styleId="PlainText">
    <w:name w:val="Plain Text"/>
    <w:basedOn w:val="Normal"/>
    <w:link w:val="PlainTextChar"/>
    <w:uiPriority w:val="99"/>
    <w:semiHidden/>
    <w:rsid w:val="002C38F8"/>
    <w:rPr>
      <w:rFonts w:ascii="Calibri" w:eastAsia="Calibri" w:hAnsi="Calibri" w:cs="Calibri"/>
      <w:sz w:val="22"/>
      <w:szCs w:val="22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38F8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C38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2C38F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268</Words>
  <Characters>1614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keywords/>
  <dc:description/>
  <cp:lastModifiedBy>izyzak</cp:lastModifiedBy>
  <cp:revision>2</cp:revision>
  <dcterms:created xsi:type="dcterms:W3CDTF">2017-07-25T09:42:00Z</dcterms:created>
  <dcterms:modified xsi:type="dcterms:W3CDTF">2017-07-25T09:42:00Z</dcterms:modified>
</cp:coreProperties>
</file>